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A4D" w:rsidRPr="00142722" w:rsidRDefault="004F39AC" w:rsidP="005A6D89">
      <w:pPr>
        <w:pStyle w:val="berschrift2"/>
        <w:jc w:val="center"/>
        <w:rPr>
          <w:b w:val="0"/>
          <w:sz w:val="28"/>
          <w:lang w:val="fr-FR"/>
        </w:rPr>
      </w:pPr>
      <w:r w:rsidRPr="004554B7">
        <w:rPr>
          <w:b w:val="0"/>
          <w:sz w:val="28"/>
          <w:lang w:val="fr-FR"/>
        </w:rPr>
        <w:t>Rendez-vous</w:t>
      </w:r>
    </w:p>
    <w:p w:rsidR="004F39AC" w:rsidRDefault="007839C6" w:rsidP="004F39AC">
      <w:pPr>
        <w:pStyle w:val="IQBTHTeilaufgabeTitel"/>
        <w:widowControl w:val="0"/>
      </w:pPr>
      <w:r>
        <w:t>Teilaufgabe 1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4F39AC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4F39AC" w:rsidRDefault="004F39AC" w:rsidP="00ED749C">
            <w:pPr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4F39AC" w:rsidRPr="003D2A57" w:rsidRDefault="004F39AC" w:rsidP="00ED749C">
            <w:pPr>
              <w:widowControl w:val="0"/>
            </w:pPr>
            <w:r>
              <w:t>Jonathan.</w:t>
            </w:r>
          </w:p>
        </w:tc>
      </w:tr>
    </w:tbl>
    <w:p w:rsidR="004F39AC" w:rsidRDefault="007839C6" w:rsidP="004F39AC">
      <w:pPr>
        <w:pStyle w:val="IQBTHTeilaufgabeTitel"/>
        <w:widowControl w:val="0"/>
      </w:pPr>
      <w:r>
        <w:t>Teilaufgabe 2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4F39AC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4F39AC" w:rsidRDefault="004F39AC" w:rsidP="00ED749C">
            <w:pPr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4F39AC" w:rsidRPr="003D2A57" w:rsidRDefault="004F39AC" w:rsidP="00ED749C">
            <w:pPr>
              <w:widowControl w:val="0"/>
            </w:pPr>
            <w:r>
              <w:t>David.</w:t>
            </w:r>
          </w:p>
        </w:tc>
      </w:tr>
    </w:tbl>
    <w:p w:rsidR="004F39AC" w:rsidRDefault="007839C6" w:rsidP="004F39AC">
      <w:pPr>
        <w:pStyle w:val="IQBTHTeilaufgabeTitel"/>
        <w:widowControl w:val="0"/>
      </w:pPr>
      <w:r>
        <w:t>Teilaufgabe 3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4F39AC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4F39AC" w:rsidRDefault="004F39AC" w:rsidP="00ED749C">
            <w:pPr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4F39AC" w:rsidRPr="003D2A57" w:rsidRDefault="004F39AC" w:rsidP="00ED749C">
            <w:pPr>
              <w:widowControl w:val="0"/>
            </w:pPr>
            <w:proofErr w:type="spellStart"/>
            <w:r>
              <w:t>devant</w:t>
            </w:r>
            <w:proofErr w:type="spellEnd"/>
            <w:r>
              <w:t xml:space="preserve"> le </w:t>
            </w:r>
            <w:proofErr w:type="spellStart"/>
            <w:r>
              <w:t>cinéma</w:t>
            </w:r>
            <w:proofErr w:type="spellEnd"/>
            <w:r>
              <w:t xml:space="preserve"> (&lt;&lt; Molitor &gt;&gt;).</w:t>
            </w:r>
          </w:p>
        </w:tc>
      </w:tr>
    </w:tbl>
    <w:p w:rsidR="004F39AC" w:rsidRDefault="007839C6" w:rsidP="004F39AC">
      <w:pPr>
        <w:pStyle w:val="IQBTHTeilaufgabeTitel"/>
        <w:widowControl w:val="0"/>
      </w:pPr>
      <w:r>
        <w:t>Teilaufgabe 4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4F39AC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4F39AC" w:rsidRDefault="004F39AC" w:rsidP="00ED749C">
            <w:pPr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4F39AC" w:rsidRPr="003D2A57" w:rsidRDefault="004F39AC" w:rsidP="00ED749C">
            <w:pPr>
              <w:widowControl w:val="0"/>
            </w:pPr>
            <w:proofErr w:type="spellStart"/>
            <w:r>
              <w:t>demain</w:t>
            </w:r>
            <w:proofErr w:type="spellEnd"/>
            <w:r>
              <w:t xml:space="preserve"> à 18 </w:t>
            </w:r>
            <w:proofErr w:type="spellStart"/>
            <w:r>
              <w:t>heures</w:t>
            </w:r>
            <w:proofErr w:type="spellEnd"/>
            <w:r>
              <w:t>.</w:t>
            </w:r>
          </w:p>
        </w:tc>
      </w:tr>
    </w:tbl>
    <w:p w:rsidR="004F39AC" w:rsidRDefault="007839C6" w:rsidP="004F39AC">
      <w:pPr>
        <w:pStyle w:val="IQBTHTeilaufgabeTitel"/>
        <w:widowControl w:val="0"/>
      </w:pPr>
      <w:r>
        <w:t>Teilaufgabe 5</w:t>
      </w:r>
      <w:bookmarkStart w:id="0" w:name="_GoBack"/>
      <w:bookmarkEnd w:id="0"/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4F39AC" w:rsidTr="00ED749C">
        <w:trPr>
          <w:cantSplit/>
        </w:trPr>
        <w:tc>
          <w:tcPr>
            <w:tcW w:w="9638" w:type="dxa"/>
            <w:gridSpan w:val="2"/>
            <w:shd w:val="clear" w:color="auto" w:fill="auto"/>
            <w:vAlign w:val="center"/>
          </w:tcPr>
          <w:p w:rsidR="004F39AC" w:rsidRDefault="004F39AC" w:rsidP="00ED749C">
            <w:pPr>
              <w:widowControl w:val="0"/>
            </w:pPr>
            <w:r>
              <w:t>Allgemein: Es müssen mindestens drei Personen korrekt genannt sein, um den Punkt zu erhalten.</w:t>
            </w:r>
          </w:p>
        </w:tc>
      </w:tr>
      <w:tr w:rsidR="004F39AC" w:rsidRPr="00561C19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4F39AC" w:rsidRDefault="004F39AC" w:rsidP="00ED749C">
            <w:pPr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4F39AC" w:rsidRPr="00561C19" w:rsidRDefault="004F39AC" w:rsidP="00ED749C">
            <w:pPr>
              <w:widowControl w:val="0"/>
              <w:rPr>
                <w:lang w:val="en-GB"/>
              </w:rPr>
            </w:pPr>
            <w:r w:rsidRPr="00561C19">
              <w:rPr>
                <w:lang w:val="en-GB"/>
              </w:rPr>
              <w:t xml:space="preserve">Sophie, </w:t>
            </w:r>
            <w:proofErr w:type="spellStart"/>
            <w:r w:rsidRPr="00561C19">
              <w:rPr>
                <w:lang w:val="en-GB"/>
              </w:rPr>
              <w:t>Léa</w:t>
            </w:r>
            <w:proofErr w:type="spellEnd"/>
            <w:r w:rsidRPr="00561C19">
              <w:rPr>
                <w:lang w:val="en-GB"/>
              </w:rPr>
              <w:t>, Marc, David, Jonathan</w:t>
            </w:r>
            <w:r>
              <w:rPr>
                <w:lang w:val="en-GB"/>
              </w:rPr>
              <w:t>.</w:t>
            </w:r>
          </w:p>
        </w:tc>
      </w:tr>
    </w:tbl>
    <w:p w:rsidR="00455169" w:rsidRDefault="00455169" w:rsidP="005A6D89">
      <w:pPr>
        <w:pStyle w:val="berschrift2"/>
        <w:jc w:val="center"/>
        <w:rPr>
          <w:b w:val="0"/>
          <w:sz w:val="28"/>
        </w:rPr>
      </w:pPr>
    </w:p>
    <w:sectPr w:rsidR="00455169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191" w:rsidRDefault="00C00191">
      <w:r>
        <w:separator/>
      </w:r>
    </w:p>
  </w:endnote>
  <w:endnote w:type="continuationSeparator" w:id="0">
    <w:p w:rsidR="00C00191" w:rsidRDefault="00C0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39A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191" w:rsidRDefault="00C00191">
      <w:r>
        <w:separator/>
      </w:r>
    </w:p>
  </w:footnote>
  <w:footnote w:type="continuationSeparator" w:id="0">
    <w:p w:rsidR="00C00191" w:rsidRDefault="00C00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72FD259" wp14:editId="30A5839D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91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554B7"/>
    <w:rsid w:val="00460D51"/>
    <w:rsid w:val="00461D1A"/>
    <w:rsid w:val="004A0EB1"/>
    <w:rsid w:val="004D1DCE"/>
    <w:rsid w:val="004D54E8"/>
    <w:rsid w:val="004F39AC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839C6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460CB"/>
    <w:rsid w:val="00A527A9"/>
    <w:rsid w:val="00A74051"/>
    <w:rsid w:val="00A8242C"/>
    <w:rsid w:val="00AD2EBA"/>
    <w:rsid w:val="00AD5861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0191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Vorlage_Auswertung.dot</Template>
  <TotalTime>0</TotalTime>
  <Pages>1</Pages>
  <Words>45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4</cp:revision>
  <cp:lastPrinted>2007-01-11T14:25:00Z</cp:lastPrinted>
  <dcterms:created xsi:type="dcterms:W3CDTF">2012-12-20T12:14:00Z</dcterms:created>
  <dcterms:modified xsi:type="dcterms:W3CDTF">2013-03-25T16:07:00Z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